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0A692B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B02B6B">
        <w:rPr>
          <w:rStyle w:val="Strong"/>
          <w:rFonts w:asciiTheme="minorHAnsi" w:hAnsiTheme="minorHAnsi" w:cstheme="minorHAnsi"/>
          <w:lang w:val="en-GB"/>
        </w:rPr>
        <w:t>24-G001-23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B02B6B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B02B6B">
        <w:rPr>
          <w:rFonts w:ascii="Calibri" w:hAnsi="Calibri" w:cs="Calibri"/>
        </w:rPr>
        <w:t xml:space="preserve">posted on the </w:t>
      </w:r>
      <w:r w:rsidR="005F5C3B" w:rsidRPr="00B02B6B">
        <w:rPr>
          <w:rFonts w:ascii="Calibri" w:hAnsi="Calibri" w:cs="Calibri"/>
        </w:rPr>
        <w:t>Kiribati Public Procurement Web</w:t>
      </w:r>
      <w:r w:rsidRPr="00B02B6B">
        <w:rPr>
          <w:rFonts w:ascii="Calibri" w:hAnsi="Calibri" w:cs="Calibri"/>
        </w:rPr>
        <w:t xml:space="preserve"> </w:t>
      </w:r>
      <w:r w:rsidR="00D80D8E" w:rsidRPr="00B02B6B">
        <w:rPr>
          <w:rFonts w:ascii="Calibri" w:hAnsi="Calibri" w:cs="Calibri"/>
        </w:rPr>
        <w:t>Portal</w:t>
      </w:r>
      <w:r w:rsidRPr="00B02B6B">
        <w:rPr>
          <w:rFonts w:ascii="Calibri" w:hAnsi="Calibri" w:cs="Calibri"/>
        </w:rPr>
        <w:t xml:space="preserve"> (</w:t>
      </w:r>
      <w:hyperlink r:id="rId11" w:history="1">
        <w:r w:rsidR="00AB0D84" w:rsidRPr="00B02B6B">
          <w:rPr>
            <w:rStyle w:val="Hyperlink"/>
          </w:rPr>
          <w:t>Tender List | Central Procurement Unit</w:t>
        </w:r>
      </w:hyperlink>
      <w:r w:rsidRPr="00B02B6B">
        <w:rPr>
          <w:rFonts w:ascii="Calibri" w:hAnsi="Calibri" w:cs="Calibri"/>
        </w:rPr>
        <w:t xml:space="preserve">) </w:t>
      </w:r>
      <w:r w:rsidRPr="00B02B6B">
        <w:rPr>
          <w:rFonts w:ascii="Calibri" w:hAnsi="Calibri" w:cs="Calibri"/>
          <w:u w:val="single"/>
        </w:rPr>
        <w:t>or</w:t>
      </w:r>
      <w:r w:rsidRPr="00B02B6B">
        <w:rPr>
          <w:rFonts w:ascii="Calibri" w:hAnsi="Calibri" w:cs="Calibri"/>
        </w:rPr>
        <w:t xml:space="preserve"> sent directly </w:t>
      </w:r>
      <w:r w:rsidR="00FE039B" w:rsidRPr="00B02B6B">
        <w:rPr>
          <w:rFonts w:ascii="Calibri" w:hAnsi="Calibri" w:cs="Calibri"/>
        </w:rPr>
        <w:t xml:space="preserve">to </w:t>
      </w:r>
      <w:r w:rsidRPr="00B02B6B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B02B6B">
        <w:rPr>
          <w:rFonts w:ascii="Calibri" w:hAnsi="Calibri" w:cs="Calibri"/>
        </w:rPr>
        <w:t>5-9</w:t>
      </w:r>
      <w:r w:rsidRPr="00B02B6B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B02B6B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504"/>
      </w:tblGrid>
      <w:tr w:rsidR="00B0293A" w:rsidRPr="00B02B6B" w14:paraId="07FCC147" w14:textId="77777777" w:rsidTr="00CA6277">
        <w:tc>
          <w:tcPr>
            <w:tcW w:w="4673" w:type="dxa"/>
            <w:shd w:val="clear" w:color="auto" w:fill="auto"/>
          </w:tcPr>
          <w:p w14:paraId="1F083020" w14:textId="77777777" w:rsidR="00B0293A" w:rsidRPr="00B02B6B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B02B6B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04" w:type="dxa"/>
            <w:shd w:val="clear" w:color="auto" w:fill="auto"/>
          </w:tcPr>
          <w:p w14:paraId="4209AB48" w14:textId="3074168D" w:rsidR="00B0293A" w:rsidRPr="00B02B6B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B02B6B" w14:paraId="28B1BC3C" w14:textId="77777777" w:rsidTr="00CA6277">
        <w:tc>
          <w:tcPr>
            <w:tcW w:w="4673" w:type="dxa"/>
            <w:shd w:val="clear" w:color="auto" w:fill="auto"/>
          </w:tcPr>
          <w:p w14:paraId="462D669A" w14:textId="77777777" w:rsidR="00B0293A" w:rsidRPr="00B02B6B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B6B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B02B6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710C066" w14:textId="2C70F615" w:rsidR="00B0293A" w:rsidRPr="00B02B6B" w:rsidRDefault="004C1C6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B02B6B" w:rsidRPr="00B02B6B">
              <w:rPr>
                <w:rFonts w:ascii="Calibri" w:hAnsi="Calibri"/>
                <w:szCs w:val="20"/>
              </w:rPr>
              <w:t>/10/2023</w:t>
            </w:r>
          </w:p>
        </w:tc>
      </w:tr>
      <w:tr w:rsidR="00B0293A" w:rsidRPr="00B02B6B" w14:paraId="4D9567D4" w14:textId="77777777" w:rsidTr="00CA6277">
        <w:tc>
          <w:tcPr>
            <w:tcW w:w="4673" w:type="dxa"/>
            <w:shd w:val="clear" w:color="auto" w:fill="auto"/>
          </w:tcPr>
          <w:p w14:paraId="34AF4BE9" w14:textId="77777777" w:rsidR="00B0293A" w:rsidRPr="00B02B6B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B6B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B02B6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5089B299" w14:textId="535BAA98" w:rsidR="00B0293A" w:rsidRPr="00B02B6B" w:rsidRDefault="004C1C6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CA6277" w:rsidRPr="00B02B6B">
              <w:rPr>
                <w:rFonts w:ascii="Calibri" w:hAnsi="Calibri"/>
                <w:szCs w:val="20"/>
              </w:rPr>
              <w:t>/</w:t>
            </w:r>
            <w:r w:rsidR="008C064C" w:rsidRPr="00B02B6B">
              <w:rPr>
                <w:rFonts w:ascii="Calibri" w:hAnsi="Calibri"/>
                <w:szCs w:val="20"/>
              </w:rPr>
              <w:t>10</w:t>
            </w:r>
            <w:r w:rsidR="00CA6277" w:rsidRPr="00B02B6B">
              <w:rPr>
                <w:rFonts w:ascii="Calibri" w:hAnsi="Calibri"/>
                <w:szCs w:val="20"/>
              </w:rPr>
              <w:t>/23, 1700Hrs</w:t>
            </w:r>
          </w:p>
        </w:tc>
      </w:tr>
      <w:tr w:rsidR="00B0293A" w:rsidRPr="00B02B6B" w14:paraId="2E8E3BDC" w14:textId="77777777" w:rsidTr="00CA6277">
        <w:tc>
          <w:tcPr>
            <w:tcW w:w="4673" w:type="dxa"/>
            <w:shd w:val="clear" w:color="auto" w:fill="auto"/>
          </w:tcPr>
          <w:p w14:paraId="2D4664AB" w14:textId="11017F4A" w:rsidR="00B0293A" w:rsidRPr="00B02B6B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B6B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B02B6B">
              <w:rPr>
                <w:rFonts w:cs="Calibri"/>
                <w:sz w:val="24"/>
                <w:szCs w:val="24"/>
              </w:rPr>
              <w:t xml:space="preserve">to </w:t>
            </w:r>
            <w:r w:rsidRPr="00B02B6B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B02B6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4B0F8C82" w14:textId="2576F225" w:rsidR="00B0293A" w:rsidRPr="00B02B6B" w:rsidRDefault="004C1C6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CA6277" w:rsidRPr="00B02B6B">
              <w:rPr>
                <w:rFonts w:ascii="Calibri" w:hAnsi="Calibri"/>
                <w:szCs w:val="20"/>
              </w:rPr>
              <w:t>/</w:t>
            </w:r>
            <w:r w:rsidR="00D61EC9" w:rsidRPr="00B02B6B">
              <w:rPr>
                <w:rFonts w:ascii="Calibri" w:hAnsi="Calibri"/>
                <w:szCs w:val="20"/>
              </w:rPr>
              <w:t>10</w:t>
            </w:r>
            <w:r w:rsidR="00CA6277" w:rsidRPr="00B02B6B">
              <w:rPr>
                <w:rFonts w:ascii="Calibri" w:hAnsi="Calibri"/>
                <w:szCs w:val="20"/>
              </w:rPr>
              <w:t>/23, 1700Hrs</w:t>
            </w:r>
          </w:p>
        </w:tc>
      </w:tr>
      <w:tr w:rsidR="00B0293A" w:rsidRPr="00A33618" w14:paraId="3D3C37BA" w14:textId="77777777" w:rsidTr="00CA6277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B6B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B6B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B02B6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02B6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0CF729E5" w:rsidR="00B0293A" w:rsidRPr="00B02B6B" w:rsidRDefault="004C1C68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B02B6B" w:rsidRPr="00B02B6B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B02B6B" w:rsidRPr="00B02B6B">
              <w:rPr>
                <w:rFonts w:ascii="Calibri" w:hAnsi="Calibri"/>
                <w:szCs w:val="20"/>
              </w:rPr>
              <w:t>/2023</w:t>
            </w:r>
          </w:p>
        </w:tc>
      </w:tr>
      <w:tr w:rsidR="00B0293A" w:rsidRPr="00A33618" w14:paraId="1D91F0FB" w14:textId="77777777" w:rsidTr="00CA6277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1E8CE09F" w14:textId="50D5C24B" w:rsidR="00B0293A" w:rsidRPr="00532E97" w:rsidRDefault="004C1C6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B02B6B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5319267B" w14:textId="77777777" w:rsidTr="00CA6277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1449178D" w14:textId="4F95A648" w:rsidR="00B0293A" w:rsidRPr="00532E97" w:rsidRDefault="004C1C6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B02B6B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603C6C3A" w14:textId="77777777" w:rsidTr="00CA6277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2ADCA74" w14:textId="2CEA114A" w:rsidR="00B0293A" w:rsidRPr="00532E97" w:rsidRDefault="004C1C6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B02B6B">
              <w:rPr>
                <w:rFonts w:ascii="Calibri" w:hAnsi="Calibri"/>
                <w:szCs w:val="20"/>
              </w:rPr>
              <w:t>/11/2023</w:t>
            </w:r>
            <w:r w:rsidR="003C4104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405F2EC0" w14:textId="77777777" w:rsidTr="00CA6277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6783A509" w14:textId="00C6F7B8" w:rsidR="00B0293A" w:rsidRPr="00532E97" w:rsidRDefault="004C1C6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B02B6B">
              <w:rPr>
                <w:rFonts w:ascii="Calibri" w:hAnsi="Calibri"/>
                <w:szCs w:val="20"/>
              </w:rPr>
              <w:t>/11/2023</w:t>
            </w:r>
          </w:p>
        </w:tc>
      </w:tr>
      <w:tr w:rsidR="00B0293A" w:rsidRPr="00A33618" w14:paraId="169855ED" w14:textId="77777777" w:rsidTr="00CA6277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48C3B234" w14:textId="3D21936B" w:rsidR="00B0293A" w:rsidRPr="00532E97" w:rsidRDefault="00B02B6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4C1C68">
              <w:rPr>
                <w:rFonts w:ascii="Calibri" w:hAnsi="Calibri"/>
                <w:szCs w:val="20"/>
              </w:rPr>
              <w:t>4</w:t>
            </w:r>
            <w:bookmarkStart w:id="0" w:name="_GoBack"/>
            <w:bookmarkEnd w:id="0"/>
            <w:r>
              <w:rPr>
                <w:rFonts w:ascii="Calibri" w:hAnsi="Calibri"/>
                <w:szCs w:val="20"/>
              </w:rPr>
              <w:t>/11/2023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830E6" w14:textId="77777777" w:rsidR="00954EC7" w:rsidRDefault="00954EC7">
      <w:r>
        <w:separator/>
      </w:r>
    </w:p>
  </w:endnote>
  <w:endnote w:type="continuationSeparator" w:id="0">
    <w:p w14:paraId="27768FB3" w14:textId="77777777" w:rsidR="00954EC7" w:rsidRDefault="00954EC7">
      <w:r>
        <w:continuationSeparator/>
      </w:r>
    </w:p>
  </w:endnote>
  <w:endnote w:type="continuationNotice" w:id="1">
    <w:p w14:paraId="0F6FE8D8" w14:textId="77777777" w:rsidR="00954EC7" w:rsidRDefault="00954E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E0CBE5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C1C68">
      <w:rPr>
        <w:noProof/>
      </w:rPr>
      <w:t>2023-10-10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C230C" w14:textId="77777777" w:rsidR="00954EC7" w:rsidRDefault="00954EC7">
      <w:r>
        <w:separator/>
      </w:r>
    </w:p>
  </w:footnote>
  <w:footnote w:type="continuationSeparator" w:id="0">
    <w:p w14:paraId="02505D60" w14:textId="77777777" w:rsidR="00954EC7" w:rsidRDefault="00954EC7">
      <w:r>
        <w:continuationSeparator/>
      </w:r>
    </w:p>
  </w:footnote>
  <w:footnote w:type="continuationNotice" w:id="1">
    <w:p w14:paraId="03C05CD0" w14:textId="77777777" w:rsidR="00954EC7" w:rsidRDefault="00954E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1A57DB4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B02B6B">
      <w:rPr>
        <w:rStyle w:val="Strong"/>
        <w:rFonts w:asciiTheme="minorHAnsi" w:hAnsiTheme="minorHAnsi" w:cstheme="minorHAnsi"/>
        <w:lang w:val="en-GB"/>
      </w:rPr>
      <w:t>24-G001-23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061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5E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4104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533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C68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6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064C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4EC7"/>
    <w:rsid w:val="00955304"/>
    <w:rsid w:val="00955D77"/>
    <w:rsid w:val="00956424"/>
    <w:rsid w:val="009609B8"/>
    <w:rsid w:val="00962608"/>
    <w:rsid w:val="00962952"/>
    <w:rsid w:val="009649F8"/>
    <w:rsid w:val="0096676D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2B6B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277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EC9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DC6428-6F1C-4351-AA65-CFC91B7D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2013-10-18T08:32:00Z</cp:lastPrinted>
  <dcterms:created xsi:type="dcterms:W3CDTF">2023-09-27T23:36:00Z</dcterms:created>
  <dcterms:modified xsi:type="dcterms:W3CDTF">2023-10-10T04:05:00Z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